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11EB4" w14:textId="61DE9445" w:rsidR="00CE4136" w:rsidRPr="0018706A" w:rsidRDefault="0018706A" w:rsidP="0018706A">
      <w:pPr>
        <w:tabs>
          <w:tab w:val="left" w:pos="2720"/>
        </w:tabs>
        <w:ind w:right="992" w:firstLine="284"/>
        <w:jc w:val="center"/>
        <w:rPr>
          <w:b/>
          <w:szCs w:val="30"/>
        </w:rPr>
      </w:pPr>
      <w:r w:rsidRPr="0018706A">
        <w:rPr>
          <w:b/>
          <w:szCs w:val="30"/>
        </w:rPr>
        <w:t>KALKULACJA CENOWA</w:t>
      </w:r>
    </w:p>
    <w:p w14:paraId="32EB004C" w14:textId="289BF125" w:rsidR="0018706A" w:rsidRPr="00060175" w:rsidRDefault="0018706A" w:rsidP="00060175">
      <w:pPr>
        <w:tabs>
          <w:tab w:val="left" w:pos="2720"/>
        </w:tabs>
        <w:spacing w:line="360" w:lineRule="auto"/>
        <w:ind w:right="992" w:firstLine="284"/>
        <w:jc w:val="center"/>
        <w:rPr>
          <w:b/>
          <w:sz w:val="30"/>
          <w:szCs w:val="30"/>
        </w:rPr>
      </w:pPr>
      <w:r w:rsidRPr="0018706A">
        <w:rPr>
          <w:b/>
          <w:szCs w:val="30"/>
        </w:rPr>
        <w:t>(Załącznik do oferty)</w:t>
      </w:r>
    </w:p>
    <w:p w14:paraId="3AFC7E2A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Nazwa Wykonawcy: _________________________________________________________</w:t>
      </w:r>
    </w:p>
    <w:p w14:paraId="0380F73E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</w:p>
    <w:p w14:paraId="0599A645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Adres:                       __________________________________________________________</w:t>
      </w:r>
    </w:p>
    <w:p w14:paraId="728C6700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</w:p>
    <w:p w14:paraId="0F586536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NIP:                          __________________________________________________________</w:t>
      </w:r>
    </w:p>
    <w:p w14:paraId="4D2F85FC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</w:p>
    <w:p w14:paraId="3333E552" w14:textId="4DAA898E" w:rsidR="0018706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rFonts w:eastAsia="Calibri" w:hAnsi="Calibri" w:cs="Calibri"/>
          <w:color w:val="000000"/>
          <w:szCs w:val="24"/>
          <w:u w:color="000000"/>
          <w:bdr w:val="nil"/>
        </w:rPr>
      </w:pP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Adres e</w:t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>-</w:t>
      </w: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mail</w:t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>:</w:t>
      </w: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 xml:space="preserve">            __________________________________________________________</w:t>
      </w:r>
    </w:p>
    <w:p w14:paraId="226BF018" w14:textId="77777777" w:rsidR="00140149" w:rsidRPr="00EA082A" w:rsidRDefault="00140149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</w:p>
    <w:p w14:paraId="0C2EC2D6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jc w:val="center"/>
        <w:outlineLvl w:val="0"/>
        <w:rPr>
          <w:b/>
          <w:bCs/>
          <w:color w:val="000000"/>
          <w:szCs w:val="24"/>
          <w:u w:color="000000"/>
          <w:bdr w:val="nil"/>
        </w:rPr>
      </w:pPr>
      <w:r w:rsidRPr="00EA082A">
        <w:rPr>
          <w:rFonts w:eastAsia="Calibri"/>
          <w:b/>
          <w:bCs/>
          <w:color w:val="000000"/>
          <w:szCs w:val="24"/>
          <w:u w:color="000000"/>
          <w:bdr w:val="nil"/>
        </w:rPr>
        <w:t>Prokuratura Krajowa</w:t>
      </w:r>
    </w:p>
    <w:p w14:paraId="78F552FF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b/>
          <w:bCs/>
          <w:color w:val="000000"/>
          <w:szCs w:val="24"/>
          <w:u w:color="000000"/>
          <w:bdr w:val="nil"/>
        </w:rPr>
      </w:pPr>
      <w:r w:rsidRPr="00EA082A">
        <w:rPr>
          <w:rFonts w:eastAsia="Calibri"/>
          <w:b/>
          <w:bCs/>
          <w:color w:val="000000"/>
          <w:szCs w:val="24"/>
          <w:u w:color="000000"/>
          <w:bdr w:val="nil"/>
        </w:rPr>
        <w:t>ul. Postępu 3</w:t>
      </w:r>
    </w:p>
    <w:p w14:paraId="767DF6DF" w14:textId="21E68497" w:rsidR="0018706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jc w:val="center"/>
        <w:outlineLvl w:val="0"/>
        <w:rPr>
          <w:rFonts w:eastAsia="Calibri"/>
          <w:b/>
          <w:bCs/>
          <w:color w:val="000000"/>
          <w:szCs w:val="24"/>
          <w:u w:color="000000"/>
          <w:bdr w:val="nil"/>
        </w:rPr>
      </w:pPr>
      <w:r w:rsidRPr="00EA082A">
        <w:rPr>
          <w:rFonts w:eastAsia="Calibri"/>
          <w:b/>
          <w:bCs/>
          <w:color w:val="000000"/>
          <w:szCs w:val="24"/>
          <w:u w:color="000000"/>
          <w:bdr w:val="nil"/>
        </w:rPr>
        <w:t>02-676 Warszawa</w:t>
      </w:r>
    </w:p>
    <w:p w14:paraId="23794D5A" w14:textId="77777777" w:rsidR="00140149" w:rsidRPr="00EA082A" w:rsidRDefault="00140149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jc w:val="center"/>
        <w:outlineLvl w:val="0"/>
        <w:rPr>
          <w:b/>
          <w:bCs/>
          <w:color w:val="000000"/>
          <w:szCs w:val="24"/>
          <w:u w:color="000000"/>
          <w:bdr w:val="nil"/>
        </w:rPr>
      </w:pPr>
    </w:p>
    <w:p w14:paraId="6E3BAD0A" w14:textId="3E5E9BC0" w:rsidR="0018706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outlineLvl w:val="0"/>
        <w:rPr>
          <w:rFonts w:eastAsia="Calibri"/>
          <w:color w:val="000000"/>
          <w:szCs w:val="24"/>
          <w:u w:color="000000"/>
          <w:bdr w:val="nil"/>
        </w:rPr>
      </w:pPr>
      <w:r w:rsidRPr="00EA082A">
        <w:rPr>
          <w:rFonts w:eastAsia="Calibri"/>
          <w:color w:val="000000"/>
          <w:szCs w:val="24"/>
          <w:u w:color="000000"/>
          <w:bdr w:val="nil"/>
        </w:rPr>
        <w:t>W odpowiedzi na ogłoszenie o zamówieniu w postępowaniu o udzielenie zamówienia publicznego na</w:t>
      </w:r>
      <w:r>
        <w:rPr>
          <w:rFonts w:eastAsia="Calibri"/>
          <w:b/>
          <w:i/>
          <w:color w:val="000000"/>
          <w:szCs w:val="24"/>
          <w:u w:color="000000"/>
          <w:bdr w:val="nil"/>
        </w:rPr>
        <w:t xml:space="preserve"> </w:t>
      </w:r>
      <w:r w:rsidRPr="00D17DF2">
        <w:rPr>
          <w:b/>
          <w:i/>
          <w:szCs w:val="24"/>
        </w:rPr>
        <w:t>Zakup wsparcia technicznego dla oprogramowania NUIX Workstation for LE</w:t>
      </w:r>
      <w:r w:rsidRPr="00EA082A">
        <w:rPr>
          <w:rFonts w:eastAsia="Calibri"/>
          <w:color w:val="000000"/>
          <w:szCs w:val="24"/>
          <w:u w:color="000000"/>
          <w:bdr w:val="nil"/>
        </w:rPr>
        <w:t>,</w:t>
      </w:r>
      <w:r w:rsidRPr="00EA082A">
        <w:rPr>
          <w:rFonts w:eastAsia="Calibri"/>
          <w:b/>
          <w:color w:val="000000"/>
          <w:szCs w:val="24"/>
          <w:u w:color="000000"/>
          <w:bdr w:val="nil"/>
        </w:rPr>
        <w:t xml:space="preserve"> </w:t>
      </w:r>
      <w:r w:rsidRPr="00EA082A">
        <w:rPr>
          <w:rFonts w:eastAsia="Calibri"/>
          <w:color w:val="000000"/>
          <w:szCs w:val="24"/>
          <w:u w:color="000000"/>
          <w:bdr w:val="nil"/>
        </w:rPr>
        <w:t>zgodnie z wymaganiami określonymi w Specyfikacji Warunków Zamówienia:</w:t>
      </w:r>
    </w:p>
    <w:p w14:paraId="64BA46E2" w14:textId="77777777" w:rsidR="00140149" w:rsidRPr="00BB22CC" w:rsidRDefault="00140149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outlineLvl w:val="0"/>
        <w:rPr>
          <w:rFonts w:eastAsia="Calibri"/>
          <w:b/>
          <w:i/>
          <w:color w:val="000000"/>
          <w:szCs w:val="24"/>
          <w:u w:color="000000"/>
          <w:bdr w:val="nil"/>
        </w:rPr>
      </w:pPr>
    </w:p>
    <w:p w14:paraId="026A407D" w14:textId="77777777" w:rsidR="0018706A" w:rsidRDefault="0018706A" w:rsidP="0018706A">
      <w:pPr>
        <w:pStyle w:val="Akapitzlist"/>
        <w:numPr>
          <w:ilvl w:val="0"/>
          <w:numId w:val="15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A3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realizację przedmiotu umowy za cenę całkowitą 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A04A3E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_____________zł*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45BBF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złotych brutto: ________________________),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stawka VAT ……. %, zgodnie z tabelą w pkt 3 </w:t>
      </w:r>
      <w:r w:rsidRPr="00D45BB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(wykonawca wypełnia wszystkie pozycje tabeli)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89E05A9" w14:textId="59617067" w:rsidR="009E1058" w:rsidRPr="00A04A3E" w:rsidRDefault="009E1058" w:rsidP="0018706A">
      <w:pPr>
        <w:pStyle w:val="Akapitzlist"/>
        <w:numPr>
          <w:ilvl w:val="0"/>
          <w:numId w:val="15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wsparcie _________________, które jest rozwiązaniem równoważnym do wsparcia wskazanego przez Zamawiającego jako referencyjne, tj. wsparcia producenta Oprogramowania dla licencji NUIX Workstation for LE (25 licencji – 122 workers)** - jeżeli dotyczy.</w:t>
      </w:r>
    </w:p>
    <w:p w14:paraId="4138A598" w14:textId="77777777" w:rsidR="0018706A" w:rsidRPr="000A57C7" w:rsidRDefault="0018706A" w:rsidP="0018706A">
      <w:pPr>
        <w:pStyle w:val="Akapitzlist"/>
        <w:numPr>
          <w:ilvl w:val="0"/>
          <w:numId w:val="15"/>
        </w:numPr>
        <w:spacing w:after="0" w:line="276" w:lineRule="auto"/>
        <w:ind w:left="714" w:hanging="35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57C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wskazana w pkt 1 zawiera wszelkie koszty związane z realizacją przedmiotu zamówienia.</w:t>
      </w:r>
    </w:p>
    <w:p w14:paraId="35359C2D" w14:textId="77777777" w:rsidR="0018706A" w:rsidRPr="005C372D" w:rsidRDefault="0018706A" w:rsidP="0018706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cenę zaoferowaną w pkt 1 składają się następujące elementy:</w:t>
      </w:r>
    </w:p>
    <w:p w14:paraId="2AC26F75" w14:textId="77777777" w:rsidR="00CE4136" w:rsidRDefault="00CE4136">
      <w:pPr>
        <w:rPr>
          <w:bCs/>
          <w:i/>
          <w:iCs/>
          <w:sz w:val="22"/>
          <w:szCs w:val="22"/>
        </w:rPr>
      </w:pPr>
    </w:p>
    <w:tbl>
      <w:tblPr>
        <w:tblStyle w:val="Tabela-Siatka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2693"/>
        <w:gridCol w:w="2693"/>
        <w:gridCol w:w="2693"/>
        <w:gridCol w:w="1843"/>
        <w:gridCol w:w="2835"/>
        <w:gridCol w:w="2126"/>
      </w:tblGrid>
      <w:tr w:rsidR="00A914D2" w:rsidRPr="0075577D" w14:paraId="41F55181" w14:textId="77777777" w:rsidTr="009E1058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03AA131" w14:textId="1BC5D55D" w:rsidR="00A914D2" w:rsidRPr="00A914D2" w:rsidRDefault="00A914D2" w:rsidP="0018706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914D2">
              <w:rPr>
                <w:rFonts w:ascii="Times New Roman" w:hAnsi="Times New Roman" w:cs="Times New Roman"/>
                <w:b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46856D" w14:textId="77777777" w:rsidR="00A914D2" w:rsidRPr="00A914D2" w:rsidRDefault="00A914D2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914D2">
              <w:rPr>
                <w:rFonts w:ascii="Times New Roman" w:hAnsi="Times New Roman" w:cs="Times New Roman"/>
                <w:b/>
                <w:szCs w:val="20"/>
              </w:rPr>
              <w:t>nazwa produktu</w:t>
            </w:r>
          </w:p>
        </w:tc>
        <w:tc>
          <w:tcPr>
            <w:tcW w:w="2693" w:type="dxa"/>
            <w:vAlign w:val="center"/>
          </w:tcPr>
          <w:p w14:paraId="720CEB37" w14:textId="31293614" w:rsidR="00A914D2" w:rsidRPr="00A914D2" w:rsidRDefault="00A914D2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914D2">
              <w:rPr>
                <w:rFonts w:ascii="Times New Roman" w:hAnsi="Times New Roman" w:cs="Times New Roman"/>
                <w:b/>
                <w:szCs w:val="20"/>
              </w:rPr>
              <w:t>ilość workers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079A263" w14:textId="6DABC762" w:rsidR="00A914D2" w:rsidRPr="00A914D2" w:rsidRDefault="00A914D2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914D2">
              <w:rPr>
                <w:rFonts w:ascii="Times New Roman" w:hAnsi="Times New Roman" w:cs="Times New Roman"/>
                <w:b/>
                <w:szCs w:val="20"/>
              </w:rPr>
              <w:t>cena jednostkowa netto PLN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574E29" w14:textId="5C9BA98A" w:rsidR="00A914D2" w:rsidRPr="00A914D2" w:rsidRDefault="00A914D2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914D2">
              <w:rPr>
                <w:rFonts w:ascii="Times New Roman" w:hAnsi="Times New Roman" w:cs="Times New Roman"/>
                <w:b/>
                <w:szCs w:val="20"/>
              </w:rPr>
              <w:t>stawka VAT w %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5E5C75" w14:textId="77777777" w:rsidR="00A914D2" w:rsidRPr="00A914D2" w:rsidRDefault="00A914D2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914D2">
              <w:rPr>
                <w:rFonts w:ascii="Times New Roman" w:hAnsi="Times New Roman" w:cs="Times New Roman"/>
                <w:b/>
                <w:szCs w:val="20"/>
              </w:rPr>
              <w:t>cena jednostkowa brutto PLN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0DA01C" w14:textId="19473C4A" w:rsidR="00A914D2" w:rsidRPr="00A914D2" w:rsidRDefault="00A914D2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914D2">
              <w:rPr>
                <w:rFonts w:ascii="Times New Roman" w:hAnsi="Times New Roman" w:cs="Times New Roman"/>
                <w:b/>
                <w:szCs w:val="20"/>
              </w:rPr>
              <w:t>ID klucza licencji</w:t>
            </w:r>
          </w:p>
        </w:tc>
      </w:tr>
      <w:tr w:rsidR="00A914D2" w:rsidRPr="00A77314" w14:paraId="1B6C18D9" w14:textId="77777777" w:rsidTr="009E1058">
        <w:trPr>
          <w:trHeight w:val="455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B449614" w14:textId="77777777" w:rsidR="00A914D2" w:rsidRPr="00A914D2" w:rsidRDefault="00A914D2" w:rsidP="001870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14D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3E83C4" w14:textId="77777777" w:rsidR="00A914D2" w:rsidRPr="00A914D2" w:rsidRDefault="00A914D2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14D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693" w:type="dxa"/>
            <w:vAlign w:val="center"/>
          </w:tcPr>
          <w:p w14:paraId="03AE654F" w14:textId="150C75D5" w:rsidR="00A914D2" w:rsidRPr="00A914D2" w:rsidRDefault="00A914D2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14D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51AB7B" w14:textId="2204F7EF" w:rsidR="00A914D2" w:rsidRPr="00A914D2" w:rsidRDefault="00A914D2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14D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2C46C8" w14:textId="5B9F1B77" w:rsidR="00A914D2" w:rsidRPr="00A914D2" w:rsidRDefault="00A914D2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14D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A429DF" w14:textId="1376D742" w:rsidR="00A914D2" w:rsidRPr="00A914D2" w:rsidRDefault="00A914D2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14D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E700DE" w14:textId="3E9848D8" w:rsidR="00A914D2" w:rsidRPr="00A914D2" w:rsidRDefault="00A914D2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14D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9E1058" w:rsidRPr="00A77314" w14:paraId="06870C44" w14:textId="77777777" w:rsidTr="009E1058">
        <w:trPr>
          <w:jc w:val="center"/>
        </w:trPr>
        <w:tc>
          <w:tcPr>
            <w:tcW w:w="988" w:type="dxa"/>
            <w:shd w:val="clear" w:color="auto" w:fill="FFF2CC" w:themeFill="accent4" w:themeFillTint="33"/>
            <w:vAlign w:val="center"/>
          </w:tcPr>
          <w:p w14:paraId="1D01FDF2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2CC" w:themeFill="accent4" w:themeFillTint="33"/>
          </w:tcPr>
          <w:p w14:paraId="707800D5" w14:textId="4574ACFA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NX020526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157C9018" w14:textId="732F6912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46C4D600" w14:textId="54713149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0852AA20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66554538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704D6D00" w14:textId="6DC8EF93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47ADBDD1" w14:textId="77777777" w:rsidTr="009E1058">
        <w:trPr>
          <w:jc w:val="center"/>
        </w:trPr>
        <w:tc>
          <w:tcPr>
            <w:tcW w:w="988" w:type="dxa"/>
            <w:vAlign w:val="center"/>
          </w:tcPr>
          <w:p w14:paraId="19AC1BCD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AB335A0" w14:textId="281CBD8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NX026343</w:t>
            </w:r>
          </w:p>
        </w:tc>
        <w:tc>
          <w:tcPr>
            <w:tcW w:w="2693" w:type="dxa"/>
            <w:vAlign w:val="center"/>
          </w:tcPr>
          <w:p w14:paraId="215C30B7" w14:textId="7CDED93D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93" w:type="dxa"/>
            <w:vAlign w:val="center"/>
          </w:tcPr>
          <w:p w14:paraId="481D3722" w14:textId="66B0A2A3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3D8DE82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51DCDBD2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20E9E2C7" w14:textId="05664656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608B12C2" w14:textId="77777777" w:rsidTr="009E1058">
        <w:trPr>
          <w:jc w:val="center"/>
        </w:trPr>
        <w:tc>
          <w:tcPr>
            <w:tcW w:w="988" w:type="dxa"/>
            <w:shd w:val="clear" w:color="auto" w:fill="FFF2CC" w:themeFill="accent4" w:themeFillTint="33"/>
            <w:vAlign w:val="center"/>
          </w:tcPr>
          <w:p w14:paraId="05EE3039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2CC" w:themeFill="accent4" w:themeFillTint="33"/>
          </w:tcPr>
          <w:p w14:paraId="1DBCB1EE" w14:textId="719F9B30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NX026335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02804A05" w14:textId="0C40E330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6B02CC47" w14:textId="68C5ACBA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6563B14F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3C9604BB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62405C63" w14:textId="38F4F58B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1C2B94C2" w14:textId="77777777" w:rsidTr="009E1058">
        <w:trPr>
          <w:jc w:val="center"/>
        </w:trPr>
        <w:tc>
          <w:tcPr>
            <w:tcW w:w="988" w:type="dxa"/>
            <w:shd w:val="clear" w:color="auto" w:fill="FFFFFF" w:themeFill="background1"/>
            <w:vAlign w:val="center"/>
          </w:tcPr>
          <w:p w14:paraId="525B95C9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1E8E1CC8" w14:textId="131174A8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NX026336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FE7C140" w14:textId="30585CD0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CF2F98D" w14:textId="0EA44B41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05C6859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1BD4CF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ABFBEB4" w14:textId="4F9947DB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251B203A" w14:textId="77777777" w:rsidTr="009E1058">
        <w:trPr>
          <w:jc w:val="center"/>
        </w:trPr>
        <w:tc>
          <w:tcPr>
            <w:tcW w:w="988" w:type="dxa"/>
            <w:shd w:val="clear" w:color="auto" w:fill="FFF2CC" w:themeFill="accent4" w:themeFillTint="33"/>
            <w:vAlign w:val="center"/>
          </w:tcPr>
          <w:p w14:paraId="5AC94719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2CC" w:themeFill="accent4" w:themeFillTint="33"/>
          </w:tcPr>
          <w:p w14:paraId="76B97E25" w14:textId="1FB4FA05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NX026337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1C56FB32" w14:textId="48ED7021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45293924" w14:textId="08ED8D6B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598202E7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6BB6362D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48494985" w14:textId="66D87632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3CDE186C" w14:textId="77777777" w:rsidTr="009E1058">
        <w:trPr>
          <w:jc w:val="center"/>
        </w:trPr>
        <w:tc>
          <w:tcPr>
            <w:tcW w:w="988" w:type="dxa"/>
            <w:shd w:val="clear" w:color="auto" w:fill="FFFFFF" w:themeFill="background1"/>
            <w:vAlign w:val="center"/>
          </w:tcPr>
          <w:p w14:paraId="095EF771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1B475C8E" w14:textId="7CE85300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NX026338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D19283A" w14:textId="57F3704A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BB67766" w14:textId="4FEF5EEA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20F464B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F087499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26E0B1D" w14:textId="1156E1BC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3B06759B" w14:textId="77777777" w:rsidTr="009E1058">
        <w:trPr>
          <w:jc w:val="center"/>
        </w:trPr>
        <w:tc>
          <w:tcPr>
            <w:tcW w:w="988" w:type="dxa"/>
            <w:shd w:val="clear" w:color="auto" w:fill="FFF2CC" w:themeFill="accent4" w:themeFillTint="33"/>
            <w:vAlign w:val="center"/>
          </w:tcPr>
          <w:p w14:paraId="31D55C53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2CC" w:themeFill="accent4" w:themeFillTint="33"/>
          </w:tcPr>
          <w:p w14:paraId="6143B1CB" w14:textId="77C52840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NX026339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74AB0A23" w14:textId="3127999B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7D08AA2F" w14:textId="3928FE28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5075CD6D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5256AE48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6268D845" w14:textId="2B264175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1DAACA49" w14:textId="77777777" w:rsidTr="009E1058">
        <w:trPr>
          <w:jc w:val="center"/>
        </w:trPr>
        <w:tc>
          <w:tcPr>
            <w:tcW w:w="988" w:type="dxa"/>
            <w:shd w:val="clear" w:color="auto" w:fill="FFFFFF" w:themeFill="background1"/>
            <w:vAlign w:val="center"/>
          </w:tcPr>
          <w:p w14:paraId="0E1F7DC7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6928EF37" w14:textId="61A605D3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NX026340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B38D9FB" w14:textId="573C972A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26E0C76" w14:textId="60B0D71A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2E0F1E5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AACAEA9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4DB58CBE" w14:textId="113AB83F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5188AED8" w14:textId="77777777" w:rsidTr="009E1058">
        <w:trPr>
          <w:jc w:val="center"/>
        </w:trPr>
        <w:tc>
          <w:tcPr>
            <w:tcW w:w="988" w:type="dxa"/>
            <w:shd w:val="clear" w:color="auto" w:fill="FFF2CC" w:themeFill="accent4" w:themeFillTint="33"/>
            <w:vAlign w:val="center"/>
          </w:tcPr>
          <w:p w14:paraId="328A994C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2CC" w:themeFill="accent4" w:themeFillTint="33"/>
          </w:tcPr>
          <w:p w14:paraId="0A27C770" w14:textId="393A631E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NX026344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1EFD2DC8" w14:textId="4A800784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331ACA76" w14:textId="4F0F74B5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25D5E23E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1955220B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7207B857" w14:textId="6395D749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6D596EAB" w14:textId="77777777" w:rsidTr="009E1058">
        <w:trPr>
          <w:jc w:val="center"/>
        </w:trPr>
        <w:tc>
          <w:tcPr>
            <w:tcW w:w="988" w:type="dxa"/>
            <w:shd w:val="clear" w:color="auto" w:fill="FFFFFF" w:themeFill="background1"/>
            <w:vAlign w:val="center"/>
          </w:tcPr>
          <w:p w14:paraId="28ADC1DC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2CF2DCDB" w14:textId="0FF94C38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NX026365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13B599A" w14:textId="2CAD23F4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C0F7F6B" w14:textId="71D205F4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9981F1C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BEE5D19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2765F86" w14:textId="34FC0202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3754CC3E" w14:textId="77777777" w:rsidTr="009E1058">
        <w:trPr>
          <w:jc w:val="center"/>
        </w:trPr>
        <w:tc>
          <w:tcPr>
            <w:tcW w:w="988" w:type="dxa"/>
            <w:shd w:val="clear" w:color="auto" w:fill="FFF2CC" w:themeFill="accent4" w:themeFillTint="33"/>
            <w:vAlign w:val="center"/>
          </w:tcPr>
          <w:p w14:paraId="707CED42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2CC" w:themeFill="accent4" w:themeFillTint="33"/>
          </w:tcPr>
          <w:p w14:paraId="03A6F158" w14:textId="69EDBD68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NX026367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1A9A375E" w14:textId="094908AF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368573E4" w14:textId="7CE93B70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38BBD123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1853075B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444DE727" w14:textId="05A6063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6733B3C4" w14:textId="77777777" w:rsidTr="009E1058">
        <w:trPr>
          <w:jc w:val="center"/>
        </w:trPr>
        <w:tc>
          <w:tcPr>
            <w:tcW w:w="988" w:type="dxa"/>
            <w:shd w:val="clear" w:color="auto" w:fill="FFFFFF" w:themeFill="background1"/>
            <w:vAlign w:val="center"/>
          </w:tcPr>
          <w:p w14:paraId="4E537332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72773148" w14:textId="60884068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NX019590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75CDDA8" w14:textId="51DEC829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1AA9B7A" w14:textId="294AD868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91B8F21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14ECFD6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27881F55" w14:textId="0C003DE2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698B8E94" w14:textId="77777777" w:rsidTr="00684A1D">
        <w:trPr>
          <w:jc w:val="center"/>
        </w:trPr>
        <w:tc>
          <w:tcPr>
            <w:tcW w:w="988" w:type="dxa"/>
            <w:shd w:val="clear" w:color="auto" w:fill="FFF2CC" w:themeFill="accent4" w:themeFillTint="33"/>
            <w:vAlign w:val="center"/>
          </w:tcPr>
          <w:p w14:paraId="4B54146C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2CC" w:themeFill="accent4" w:themeFillTint="33"/>
          </w:tcPr>
          <w:p w14:paraId="73A05F81" w14:textId="709B32E2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NX027701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04D2C842" w14:textId="046AA9FB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6A7CC3C2" w14:textId="00B041A3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4F6ED8E5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6A83A6D9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57A4D4FB" w14:textId="00C111F5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7DDBE9AA" w14:textId="77777777" w:rsidTr="00684A1D">
        <w:trPr>
          <w:jc w:val="center"/>
        </w:trPr>
        <w:tc>
          <w:tcPr>
            <w:tcW w:w="988" w:type="dxa"/>
            <w:vAlign w:val="center"/>
          </w:tcPr>
          <w:p w14:paraId="688DB3AF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F33220F" w14:textId="0CFBEF6E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NX027702</w:t>
            </w:r>
          </w:p>
        </w:tc>
        <w:tc>
          <w:tcPr>
            <w:tcW w:w="2693" w:type="dxa"/>
            <w:vAlign w:val="center"/>
          </w:tcPr>
          <w:p w14:paraId="6E2E87ED" w14:textId="0B07C5D9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93" w:type="dxa"/>
            <w:vAlign w:val="center"/>
          </w:tcPr>
          <w:p w14:paraId="07AE58FE" w14:textId="25594EBE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698BCF3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6C95845A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F0354E0" w14:textId="24594E0E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3E09E9F5" w14:textId="77777777" w:rsidTr="00684A1D">
        <w:trPr>
          <w:jc w:val="center"/>
        </w:trPr>
        <w:tc>
          <w:tcPr>
            <w:tcW w:w="988" w:type="dxa"/>
            <w:shd w:val="clear" w:color="auto" w:fill="FFF2CC" w:themeFill="accent4" w:themeFillTint="33"/>
            <w:vAlign w:val="center"/>
          </w:tcPr>
          <w:p w14:paraId="123067DE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2CC" w:themeFill="accent4" w:themeFillTint="33"/>
          </w:tcPr>
          <w:p w14:paraId="660D77E1" w14:textId="381D1505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NX027703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403D8FF7" w14:textId="443DCA22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2DBCDBFA" w14:textId="0A2172CB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414FD0E6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2E0DE18C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6592711A" w14:textId="4FD199B4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4C8CDB7C" w14:textId="77777777" w:rsidTr="00684A1D">
        <w:trPr>
          <w:jc w:val="center"/>
        </w:trPr>
        <w:tc>
          <w:tcPr>
            <w:tcW w:w="988" w:type="dxa"/>
            <w:vAlign w:val="center"/>
          </w:tcPr>
          <w:p w14:paraId="068EFAD0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638BF47" w14:textId="4EBC3449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NX027704</w:t>
            </w:r>
          </w:p>
        </w:tc>
        <w:tc>
          <w:tcPr>
            <w:tcW w:w="2693" w:type="dxa"/>
            <w:vAlign w:val="center"/>
          </w:tcPr>
          <w:p w14:paraId="77BC99C9" w14:textId="11804BF4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93" w:type="dxa"/>
            <w:vAlign w:val="center"/>
          </w:tcPr>
          <w:p w14:paraId="3A0EC5BC" w14:textId="14C8D5BE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3C486F3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057A0753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577B5F9" w14:textId="737F246E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13B9F4D8" w14:textId="77777777" w:rsidTr="00684A1D">
        <w:trPr>
          <w:jc w:val="center"/>
        </w:trPr>
        <w:tc>
          <w:tcPr>
            <w:tcW w:w="988" w:type="dxa"/>
            <w:shd w:val="clear" w:color="auto" w:fill="FFF2CC" w:themeFill="accent4" w:themeFillTint="33"/>
            <w:vAlign w:val="center"/>
          </w:tcPr>
          <w:p w14:paraId="1E81432C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2CC" w:themeFill="accent4" w:themeFillTint="33"/>
          </w:tcPr>
          <w:p w14:paraId="5FFABACF" w14:textId="252EBBB3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NX027705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44F2FC98" w14:textId="01EE7BB4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30DD9082" w14:textId="1964A3F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3EFDA7FD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242269CE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5741D5F5" w14:textId="3A7F10B3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683C18BE" w14:textId="77777777" w:rsidTr="00684A1D">
        <w:trPr>
          <w:jc w:val="center"/>
        </w:trPr>
        <w:tc>
          <w:tcPr>
            <w:tcW w:w="988" w:type="dxa"/>
            <w:vAlign w:val="center"/>
          </w:tcPr>
          <w:p w14:paraId="0D536BFB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4623C3F" w14:textId="0CE37A14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NX027706</w:t>
            </w:r>
          </w:p>
        </w:tc>
        <w:tc>
          <w:tcPr>
            <w:tcW w:w="2693" w:type="dxa"/>
            <w:vAlign w:val="center"/>
          </w:tcPr>
          <w:p w14:paraId="49C9207F" w14:textId="350C5460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93" w:type="dxa"/>
            <w:vAlign w:val="center"/>
          </w:tcPr>
          <w:p w14:paraId="57AE2257" w14:textId="38D12019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E683B32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0FB3D3F8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00D78CAA" w14:textId="07AAAE39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7A988871" w14:textId="77777777" w:rsidTr="00684A1D">
        <w:trPr>
          <w:jc w:val="center"/>
        </w:trPr>
        <w:tc>
          <w:tcPr>
            <w:tcW w:w="988" w:type="dxa"/>
            <w:shd w:val="clear" w:color="auto" w:fill="FFF2CC" w:themeFill="accent4" w:themeFillTint="33"/>
            <w:vAlign w:val="center"/>
          </w:tcPr>
          <w:p w14:paraId="25174194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2CC" w:themeFill="accent4" w:themeFillTint="33"/>
          </w:tcPr>
          <w:p w14:paraId="083BA0CA" w14:textId="0DCEFFA6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NX027707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7A41A1D0" w14:textId="350DB242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72941D94" w14:textId="43F07191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373F9972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1DEE8CCC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639C348A" w14:textId="71BA494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5097DCCE" w14:textId="77777777" w:rsidTr="00684A1D">
        <w:trPr>
          <w:jc w:val="center"/>
        </w:trPr>
        <w:tc>
          <w:tcPr>
            <w:tcW w:w="988" w:type="dxa"/>
            <w:vAlign w:val="center"/>
          </w:tcPr>
          <w:p w14:paraId="1D5DF717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8DCF390" w14:textId="5932477D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NX027708</w:t>
            </w:r>
          </w:p>
        </w:tc>
        <w:tc>
          <w:tcPr>
            <w:tcW w:w="2693" w:type="dxa"/>
            <w:vAlign w:val="center"/>
          </w:tcPr>
          <w:p w14:paraId="1630793B" w14:textId="697C4E1D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93" w:type="dxa"/>
            <w:vAlign w:val="center"/>
          </w:tcPr>
          <w:p w14:paraId="0F78BCB9" w14:textId="42E9961C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5ECBDC8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06395A75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614FE1D7" w14:textId="3F968B36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05AC41E3" w14:textId="77777777" w:rsidTr="00684A1D">
        <w:trPr>
          <w:jc w:val="center"/>
        </w:trPr>
        <w:tc>
          <w:tcPr>
            <w:tcW w:w="988" w:type="dxa"/>
            <w:shd w:val="clear" w:color="auto" w:fill="FFF2CC" w:themeFill="accent4" w:themeFillTint="33"/>
            <w:vAlign w:val="center"/>
          </w:tcPr>
          <w:p w14:paraId="222E9756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2CC" w:themeFill="accent4" w:themeFillTint="33"/>
          </w:tcPr>
          <w:p w14:paraId="7070874B" w14:textId="78ED6B7C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NX027709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217578B9" w14:textId="60CD9AF4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28034C46" w14:textId="5CA783BB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2191CF01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71BF2E54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4E614BF8" w14:textId="53973295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6B9134D6" w14:textId="77777777" w:rsidTr="00684A1D">
        <w:trPr>
          <w:jc w:val="center"/>
        </w:trPr>
        <w:tc>
          <w:tcPr>
            <w:tcW w:w="988" w:type="dxa"/>
            <w:vAlign w:val="center"/>
          </w:tcPr>
          <w:p w14:paraId="115F7649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6498632" w14:textId="47417586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NX027710</w:t>
            </w:r>
          </w:p>
        </w:tc>
        <w:tc>
          <w:tcPr>
            <w:tcW w:w="2693" w:type="dxa"/>
            <w:vAlign w:val="center"/>
          </w:tcPr>
          <w:p w14:paraId="029FBD7F" w14:textId="4ABE7C79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93" w:type="dxa"/>
            <w:vAlign w:val="center"/>
          </w:tcPr>
          <w:p w14:paraId="1DADDE12" w14:textId="32A5183D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22D0AF8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050A88F0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0034258D" w14:textId="3F1C78B5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5A31EB2D" w14:textId="77777777" w:rsidTr="00684A1D">
        <w:trPr>
          <w:jc w:val="center"/>
        </w:trPr>
        <w:tc>
          <w:tcPr>
            <w:tcW w:w="988" w:type="dxa"/>
            <w:shd w:val="clear" w:color="auto" w:fill="FFF2CC" w:themeFill="accent4" w:themeFillTint="33"/>
            <w:vAlign w:val="center"/>
          </w:tcPr>
          <w:p w14:paraId="7A5618B7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2CC" w:themeFill="accent4" w:themeFillTint="33"/>
          </w:tcPr>
          <w:p w14:paraId="53FF297A" w14:textId="35466AB9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NX027711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2C19CFF2" w14:textId="08BA1523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7EE7170A" w14:textId="453562BD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026BE627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0069220A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5C4B9221" w14:textId="7F440066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712D9029" w14:textId="77777777" w:rsidTr="00684A1D">
        <w:trPr>
          <w:jc w:val="center"/>
        </w:trPr>
        <w:tc>
          <w:tcPr>
            <w:tcW w:w="988" w:type="dxa"/>
            <w:vAlign w:val="center"/>
          </w:tcPr>
          <w:p w14:paraId="25FD11B6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89D453C" w14:textId="69791B43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NX027712</w:t>
            </w:r>
          </w:p>
        </w:tc>
        <w:tc>
          <w:tcPr>
            <w:tcW w:w="2693" w:type="dxa"/>
            <w:vAlign w:val="center"/>
          </w:tcPr>
          <w:p w14:paraId="61387DE5" w14:textId="65C997C2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93" w:type="dxa"/>
            <w:vAlign w:val="center"/>
          </w:tcPr>
          <w:p w14:paraId="447611FF" w14:textId="754B34E0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09D3F94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2B9CBF5F" w14:textId="3C4F650A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766789A" w14:textId="47A59A00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E1058" w:rsidRPr="00A77314" w14:paraId="2117BDE6" w14:textId="77777777" w:rsidTr="00684A1D">
        <w:trPr>
          <w:jc w:val="center"/>
        </w:trPr>
        <w:tc>
          <w:tcPr>
            <w:tcW w:w="988" w:type="dxa"/>
            <w:shd w:val="clear" w:color="auto" w:fill="FFF2CC" w:themeFill="accent4" w:themeFillTint="33"/>
            <w:vAlign w:val="center"/>
          </w:tcPr>
          <w:p w14:paraId="5F99A72C" w14:textId="77777777" w:rsidR="009E1058" w:rsidRPr="00A914D2" w:rsidRDefault="009E1058" w:rsidP="009E1058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2CC" w:themeFill="accent4" w:themeFillTint="33"/>
          </w:tcPr>
          <w:p w14:paraId="24AF2990" w14:textId="6617D44C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eastAsia="pl-PL"/>
              </w:rPr>
              <w:t>NX027713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47F0CBAF" w14:textId="01CFE896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14:paraId="6EDA51CD" w14:textId="4F42923B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4881132B" w14:textId="77777777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1AC92F77" w14:textId="7F1BD7E6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FFF2CC" w:themeFill="accent4" w:themeFillTint="33"/>
            <w:vAlign w:val="center"/>
          </w:tcPr>
          <w:p w14:paraId="332EAFB7" w14:textId="4360AAC6" w:rsidR="009E1058" w:rsidRPr="00A914D2" w:rsidRDefault="009E1058" w:rsidP="009E105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914D2" w:rsidRPr="00A77314" w14:paraId="22D0626C" w14:textId="77777777" w:rsidTr="009E1058">
        <w:trPr>
          <w:jc w:val="center"/>
        </w:trPr>
        <w:tc>
          <w:tcPr>
            <w:tcW w:w="988" w:type="dxa"/>
            <w:shd w:val="clear" w:color="auto" w:fill="D0CECE" w:themeFill="background2" w:themeFillShade="E6"/>
            <w:vAlign w:val="center"/>
          </w:tcPr>
          <w:p w14:paraId="50362C58" w14:textId="0E478A9D" w:rsidR="00A914D2" w:rsidRPr="00A914D2" w:rsidRDefault="00A914D2" w:rsidP="00137EA4">
            <w:pPr>
              <w:pStyle w:val="Akapitzlist"/>
              <w:jc w:val="center"/>
              <w:rPr>
                <w:rFonts w:ascii="Times New Roman" w:hAnsi="Times New Roman" w:cs="Times New Roman"/>
              </w:rPr>
            </w:pPr>
            <w:r w:rsidRPr="00A914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49500462" w14:textId="0678E5B9" w:rsidR="00A914D2" w:rsidRPr="00A914D2" w:rsidRDefault="00A914D2" w:rsidP="00137EA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A914D2">
              <w:rPr>
                <w:rFonts w:ascii="Times New Roman" w:hAnsi="Times New Roman" w:cs="Times New Roman"/>
                <w:b/>
                <w:sz w:val="22"/>
              </w:rPr>
              <w:t>SUMA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7990DAE3" w14:textId="77777777" w:rsidR="00A914D2" w:rsidRPr="00A914D2" w:rsidRDefault="00A914D2" w:rsidP="00137EA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1DC50A55" w14:textId="7BC2C1C7" w:rsidR="00A914D2" w:rsidRPr="00A914D2" w:rsidRDefault="00A914D2" w:rsidP="00137EA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2B2A137B" w14:textId="1332263B" w:rsidR="00A914D2" w:rsidRPr="00A914D2" w:rsidRDefault="00A914D2" w:rsidP="00137EA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-------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83A1CCB" w14:textId="79550071" w:rsidR="00A914D2" w:rsidRPr="00A914D2" w:rsidRDefault="00A914D2" w:rsidP="00137EA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386F59AF" w14:textId="6203DEC8" w:rsidR="00A914D2" w:rsidRPr="00A914D2" w:rsidRDefault="00A914D2" w:rsidP="00137EA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914D2">
              <w:rPr>
                <w:rFonts w:ascii="Times New Roman" w:hAnsi="Times New Roman" w:cs="Times New Roman"/>
                <w:sz w:val="22"/>
              </w:rPr>
              <w:t>--------------</w:t>
            </w:r>
          </w:p>
        </w:tc>
      </w:tr>
    </w:tbl>
    <w:p w14:paraId="0498A060" w14:textId="18A93876" w:rsidR="00B46764" w:rsidRDefault="00B46764" w:rsidP="00231073">
      <w:pPr>
        <w:tabs>
          <w:tab w:val="left" w:pos="2720"/>
        </w:tabs>
        <w:ind w:right="992"/>
        <w:rPr>
          <w:bCs/>
          <w:i/>
          <w:iCs/>
          <w:sz w:val="22"/>
          <w:szCs w:val="22"/>
        </w:rPr>
      </w:pPr>
    </w:p>
    <w:p w14:paraId="2EE7D146" w14:textId="0742925F" w:rsidR="0018706A" w:rsidRDefault="0018706A" w:rsidP="00231073">
      <w:pPr>
        <w:tabs>
          <w:tab w:val="left" w:pos="2720"/>
        </w:tabs>
        <w:ind w:right="992"/>
        <w:rPr>
          <w:bCs/>
          <w:i/>
          <w:iCs/>
          <w:sz w:val="22"/>
          <w:szCs w:val="22"/>
        </w:rPr>
      </w:pPr>
    </w:p>
    <w:p w14:paraId="1FF60D06" w14:textId="77777777" w:rsidR="0018706A" w:rsidRDefault="0018706A" w:rsidP="00231073">
      <w:pPr>
        <w:tabs>
          <w:tab w:val="left" w:pos="2720"/>
        </w:tabs>
        <w:ind w:right="992"/>
        <w:rPr>
          <w:bCs/>
          <w:i/>
          <w:iCs/>
          <w:sz w:val="22"/>
          <w:szCs w:val="22"/>
        </w:rPr>
      </w:pPr>
    </w:p>
    <w:p w14:paraId="1A00366B" w14:textId="49E2F6B1" w:rsidR="0018706A" w:rsidRPr="00234EC8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jc w:val="both"/>
        <w:outlineLvl w:val="0"/>
        <w:rPr>
          <w:color w:val="000000"/>
          <w:szCs w:val="24"/>
          <w:u w:color="000000"/>
          <w:bdr w:val="nil"/>
        </w:rPr>
      </w:pPr>
      <w:r w:rsidRPr="00234EC8">
        <w:rPr>
          <w:rFonts w:eastAsia="Calibri" w:hAnsi="Calibri" w:cs="Calibri"/>
          <w:color w:val="000000"/>
          <w:szCs w:val="24"/>
          <w:u w:color="000000"/>
          <w:bdr w:val="nil"/>
        </w:rPr>
        <w:t xml:space="preserve">                                                                    </w:t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 w:rsidRPr="00234EC8">
        <w:rPr>
          <w:rFonts w:eastAsia="Calibri" w:hAnsi="Calibri" w:cs="Calibri"/>
          <w:color w:val="000000"/>
          <w:szCs w:val="24"/>
          <w:u w:color="000000"/>
          <w:bdr w:val="nil"/>
        </w:rPr>
        <w:t>______________________________________</w:t>
      </w:r>
    </w:p>
    <w:p w14:paraId="14BFD6E7" w14:textId="6E24125D" w:rsidR="0018706A" w:rsidRPr="00140149" w:rsidRDefault="0018706A" w:rsidP="00140149">
      <w:pPr>
        <w:pBdr>
          <w:top w:val="nil"/>
          <w:left w:val="nil"/>
          <w:bottom w:val="nil"/>
          <w:right w:val="nil"/>
          <w:between w:val="nil"/>
          <w:bar w:val="nil"/>
        </w:pBdr>
        <w:outlineLvl w:val="0"/>
        <w:rPr>
          <w:i/>
          <w:color w:val="000000"/>
          <w:sz w:val="18"/>
          <w:szCs w:val="18"/>
          <w:u w:color="000000"/>
          <w:bdr w:val="nil"/>
        </w:rPr>
      </w:pPr>
      <w:r>
        <w:rPr>
          <w:i/>
          <w:color w:val="000000"/>
          <w:sz w:val="18"/>
          <w:szCs w:val="18"/>
          <w:u w:color="000000"/>
          <w:bdr w:val="nil"/>
        </w:rPr>
        <w:t xml:space="preserve">                                                                                  </w:t>
      </w:r>
      <w:r>
        <w:rPr>
          <w:i/>
          <w:color w:val="000000"/>
          <w:sz w:val="18"/>
          <w:szCs w:val="18"/>
          <w:u w:color="000000"/>
          <w:bdr w:val="nil"/>
        </w:rPr>
        <w:tab/>
      </w:r>
      <w:r>
        <w:rPr>
          <w:i/>
          <w:color w:val="000000"/>
          <w:sz w:val="18"/>
          <w:szCs w:val="18"/>
          <w:u w:color="000000"/>
          <w:bdr w:val="nil"/>
        </w:rPr>
        <w:tab/>
      </w:r>
      <w:r>
        <w:rPr>
          <w:i/>
          <w:color w:val="000000"/>
          <w:sz w:val="18"/>
          <w:szCs w:val="18"/>
          <w:u w:color="000000"/>
          <w:bdr w:val="nil"/>
        </w:rPr>
        <w:tab/>
      </w:r>
      <w:r>
        <w:rPr>
          <w:i/>
          <w:color w:val="000000"/>
          <w:sz w:val="18"/>
          <w:szCs w:val="18"/>
          <w:u w:color="000000"/>
          <w:bdr w:val="nil"/>
        </w:rPr>
        <w:tab/>
      </w:r>
      <w:r>
        <w:rPr>
          <w:i/>
          <w:color w:val="000000"/>
          <w:sz w:val="18"/>
          <w:szCs w:val="18"/>
          <w:u w:color="000000"/>
          <w:bdr w:val="nil"/>
        </w:rPr>
        <w:tab/>
        <w:t xml:space="preserve">  </w:t>
      </w:r>
      <w:r w:rsidRPr="00083106">
        <w:rPr>
          <w:i/>
          <w:color w:val="000000"/>
          <w:sz w:val="18"/>
          <w:szCs w:val="18"/>
          <w:u w:color="000000"/>
          <w:bdr w:val="nil"/>
        </w:rPr>
        <w:t>kwalifikowany podpis elektroniczny lub podpis zaufany lub podpis osobisty</w:t>
      </w:r>
      <w:r w:rsidRPr="0018706A">
        <w:rPr>
          <w:rFonts w:eastAsia="Calibri"/>
          <w:color w:val="000000"/>
          <w:u w:color="000000"/>
          <w:bdr w:val="nil"/>
        </w:rPr>
        <w:t xml:space="preserve">   </w:t>
      </w:r>
    </w:p>
    <w:p w14:paraId="1EA41F22" w14:textId="77777777" w:rsidR="0018706A" w:rsidRPr="00234EC8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outlineLvl w:val="0"/>
        <w:rPr>
          <w:color w:val="000000"/>
          <w:u w:color="000000"/>
          <w:bdr w:val="nil"/>
        </w:rPr>
      </w:pPr>
      <w:r w:rsidRPr="00234EC8">
        <w:rPr>
          <w:rFonts w:eastAsia="Calibri" w:hAnsi="Calibri" w:cs="Calibri"/>
          <w:color w:val="000000"/>
          <w:u w:color="000000"/>
          <w:bdr w:val="nil"/>
        </w:rPr>
        <w:t xml:space="preserve">        </w:t>
      </w:r>
    </w:p>
    <w:p w14:paraId="194B0C35" w14:textId="77777777" w:rsidR="0018706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rPr>
          <w:rFonts w:eastAsia="Arial Unicode MS"/>
          <w:b/>
          <w:iCs/>
          <w:sz w:val="18"/>
          <w:szCs w:val="18"/>
          <w:bdr w:val="nil"/>
          <w:lang w:val="en-US"/>
        </w:rPr>
      </w:pPr>
    </w:p>
    <w:p w14:paraId="6F201136" w14:textId="77777777" w:rsidR="0018706A" w:rsidRPr="00DC0337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jc w:val="both"/>
        <w:rPr>
          <w:rFonts w:eastAsia="Arial Unicode MS"/>
          <w:b/>
          <w:iCs/>
          <w:sz w:val="18"/>
          <w:szCs w:val="18"/>
          <w:bdr w:val="nil"/>
        </w:rPr>
      </w:pPr>
    </w:p>
    <w:p w14:paraId="3C413B28" w14:textId="77777777" w:rsidR="0018706A" w:rsidRPr="005C372D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jc w:val="both"/>
        <w:rPr>
          <w:rFonts w:eastAsia="Arial Unicode MS"/>
          <w:b/>
          <w:iCs/>
          <w:sz w:val="18"/>
          <w:szCs w:val="18"/>
          <w:bdr w:val="nil"/>
        </w:rPr>
      </w:pPr>
      <w:r w:rsidRPr="00DC0337">
        <w:rPr>
          <w:rFonts w:eastAsia="Arial Unicode MS"/>
          <w:b/>
          <w:iCs/>
          <w:sz w:val="18"/>
          <w:szCs w:val="18"/>
          <w:bdr w:val="nil"/>
        </w:rPr>
        <w:t>*    z dokładnością do dwóch miejsc po przecink</w:t>
      </w:r>
      <w:r>
        <w:rPr>
          <w:rFonts w:eastAsia="Arial Unicode MS"/>
          <w:b/>
          <w:iCs/>
          <w:sz w:val="18"/>
          <w:szCs w:val="18"/>
          <w:bdr w:val="nil"/>
        </w:rPr>
        <w:t>u</w:t>
      </w:r>
    </w:p>
    <w:p w14:paraId="488CE0A6" w14:textId="00357A8C" w:rsidR="008B37AC" w:rsidRPr="009E1058" w:rsidRDefault="009E1058" w:rsidP="009E105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jc w:val="both"/>
        <w:rPr>
          <w:rFonts w:eastAsia="Arial Unicode MS"/>
          <w:b/>
          <w:iCs/>
          <w:sz w:val="18"/>
          <w:szCs w:val="18"/>
          <w:bdr w:val="nil"/>
        </w:rPr>
      </w:pPr>
      <w:r w:rsidRPr="009E1058">
        <w:rPr>
          <w:rFonts w:eastAsia="Arial Unicode MS"/>
          <w:b/>
          <w:iCs/>
          <w:sz w:val="18"/>
          <w:szCs w:val="18"/>
          <w:bdr w:val="nil"/>
        </w:rPr>
        <w:t>**</w:t>
      </w:r>
      <w:r>
        <w:rPr>
          <w:rFonts w:eastAsia="Arial Unicode MS"/>
          <w:b/>
          <w:iCs/>
          <w:sz w:val="18"/>
          <w:szCs w:val="18"/>
          <w:bdr w:val="nil"/>
        </w:rPr>
        <w:t xml:space="preserve">  wpisać jeżeli zaoferowane zostaje rozwiązanie równoważne</w:t>
      </w:r>
    </w:p>
    <w:sectPr w:rsidR="008B37AC" w:rsidRPr="009E1058" w:rsidSect="005B7B45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71502" w14:textId="77777777" w:rsidR="007E0D52" w:rsidRDefault="007E0D52">
      <w:r>
        <w:separator/>
      </w:r>
    </w:p>
  </w:endnote>
  <w:endnote w:type="continuationSeparator" w:id="0">
    <w:p w14:paraId="337F1CB9" w14:textId="77777777" w:rsidR="007E0D52" w:rsidRDefault="007E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237642"/>
      <w:docPartObj>
        <w:docPartGallery w:val="Page Numbers (Bottom of Page)"/>
        <w:docPartUnique/>
      </w:docPartObj>
    </w:sdtPr>
    <w:sdtEndPr/>
    <w:sdtContent>
      <w:p w14:paraId="0DB96BB0" w14:textId="77777777" w:rsidR="001F375F" w:rsidRDefault="001F375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A3F">
          <w:rPr>
            <w:noProof/>
          </w:rPr>
          <w:t>2</w:t>
        </w:r>
        <w:r>
          <w:fldChar w:fldCharType="end"/>
        </w:r>
      </w:p>
    </w:sdtContent>
  </w:sdt>
  <w:p w14:paraId="1D64ECA5" w14:textId="77777777" w:rsidR="001F375F" w:rsidRDefault="001F37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F47A1" w14:textId="77777777" w:rsidR="007E0D52" w:rsidRDefault="007E0D52">
      <w:r>
        <w:separator/>
      </w:r>
    </w:p>
  </w:footnote>
  <w:footnote w:type="continuationSeparator" w:id="0">
    <w:p w14:paraId="43D9A42E" w14:textId="77777777" w:rsidR="007E0D52" w:rsidRDefault="007E0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8FF4C" w14:textId="77777777" w:rsidR="00D24862" w:rsidRDefault="00D2486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16C5D9" w14:textId="77777777" w:rsidR="00D24862" w:rsidRDefault="00D248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3EF1" w14:textId="77BDC2B7" w:rsidR="001A458C" w:rsidRDefault="00140149">
    <w:pPr>
      <w:pStyle w:val="Nagwek"/>
    </w:pPr>
    <w:r>
      <w:rPr>
        <w:b/>
        <w:bCs/>
        <w:sz w:val="26"/>
        <w:szCs w:val="26"/>
      </w:rPr>
      <w:t>Załącznik nr 8 do SWZ</w:t>
    </w:r>
    <w:r w:rsidR="0018706A">
      <w:rPr>
        <w:b/>
        <w:bCs/>
        <w:sz w:val="26"/>
        <w:szCs w:val="26"/>
      </w:rPr>
      <w:tab/>
    </w:r>
    <w:r w:rsidR="0018706A">
      <w:rPr>
        <w:b/>
        <w:bCs/>
        <w:sz w:val="26"/>
        <w:szCs w:val="26"/>
      </w:rPr>
      <w:tab/>
    </w:r>
    <w:r w:rsidR="0018706A">
      <w:rPr>
        <w:b/>
        <w:bCs/>
        <w:sz w:val="26"/>
        <w:szCs w:val="26"/>
      </w:rPr>
      <w:tab/>
    </w:r>
    <w:r w:rsidR="0018706A" w:rsidRPr="00EA082A">
      <w:rPr>
        <w:rFonts w:eastAsia="Calibri" w:hAnsi="Calibri" w:cs="Calibri"/>
        <w:b/>
        <w:bCs/>
        <w:color w:val="000000"/>
        <w:szCs w:val="24"/>
        <w:u w:color="000000"/>
        <w:bdr w:val="nil"/>
      </w:rPr>
      <w:t xml:space="preserve">Znak sprawy: </w:t>
    </w:r>
    <w:r w:rsidR="0018706A" w:rsidRPr="0075017C">
      <w:rPr>
        <w:rFonts w:eastAsia="Calibri" w:hAnsi="Calibri" w:cs="Calibri"/>
        <w:b/>
        <w:bCs/>
        <w:color w:val="000000"/>
        <w:szCs w:val="24"/>
        <w:u w:color="000000"/>
        <w:bdr w:val="nil"/>
      </w:rPr>
      <w:t>1001-10.261.</w:t>
    </w:r>
    <w:r w:rsidR="001A3D62">
      <w:rPr>
        <w:rFonts w:eastAsia="Calibri" w:hAnsi="Calibri" w:cs="Calibri"/>
        <w:b/>
        <w:bCs/>
        <w:color w:val="000000"/>
        <w:szCs w:val="24"/>
        <w:u w:color="000000"/>
        <w:bdr w:val="nil"/>
      </w:rPr>
      <w:t>40</w:t>
    </w:r>
    <w:r w:rsidR="0018706A" w:rsidRPr="0075017C">
      <w:rPr>
        <w:rFonts w:eastAsia="Calibri" w:hAnsi="Calibri" w:cs="Calibri"/>
        <w:b/>
        <w:bCs/>
        <w:color w:val="000000"/>
        <w:szCs w:val="24"/>
        <w:u w:color="000000"/>
        <w:bdr w:val="nil"/>
      </w:rPr>
      <w:t>.202</w:t>
    </w:r>
    <w:r w:rsidR="001A3D62">
      <w:rPr>
        <w:rFonts w:eastAsia="Calibri" w:hAnsi="Calibri" w:cs="Calibri"/>
        <w:b/>
        <w:bCs/>
        <w:color w:val="000000"/>
        <w:szCs w:val="24"/>
        <w:u w:color="000000"/>
        <w:bdr w:val="ni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74A85" w14:textId="77777777" w:rsidR="00D24862" w:rsidRPr="00F132A4" w:rsidRDefault="00027A2A">
    <w:pPr>
      <w:framePr w:w="4418" w:h="2111" w:hSpace="141" w:wrap="around" w:vAnchor="text" w:hAnchor="page" w:x="570" w:y="-138"/>
      <w:jc w:val="center"/>
      <w:rPr>
        <w:spacing w:val="60"/>
        <w:sz w:val="18"/>
      </w:rPr>
    </w:pPr>
    <w:r w:rsidRPr="00F132A4">
      <w:rPr>
        <w:noProof/>
      </w:rPr>
      <w:drawing>
        <wp:inline distT="0" distB="0" distL="0" distR="0" wp14:anchorId="57FD7E4D" wp14:editId="32E344F0">
          <wp:extent cx="311785" cy="326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785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F2A810" w14:textId="77777777" w:rsidR="00D24862" w:rsidRPr="00F132A4" w:rsidRDefault="00857BF3">
    <w:pPr>
      <w:framePr w:w="4418" w:h="2111" w:hSpace="141" w:wrap="around" w:vAnchor="text" w:hAnchor="page" w:x="570" w:y="-138"/>
      <w:spacing w:before="120"/>
      <w:jc w:val="center"/>
      <w:rPr>
        <w:spacing w:val="60"/>
        <w:sz w:val="18"/>
      </w:rPr>
    </w:pPr>
    <w:r>
      <w:rPr>
        <w:spacing w:val="60"/>
        <w:sz w:val="18"/>
      </w:rPr>
      <w:t>RZECZPOSPOLITA</w:t>
    </w:r>
    <w:r w:rsidR="00D24862" w:rsidRPr="00F132A4">
      <w:rPr>
        <w:spacing w:val="60"/>
        <w:sz w:val="18"/>
      </w:rPr>
      <w:t>POLSKA</w:t>
    </w:r>
  </w:p>
  <w:p w14:paraId="312615D3" w14:textId="77777777" w:rsidR="00D24862" w:rsidRPr="00F132A4" w:rsidRDefault="00027A2A">
    <w:pPr>
      <w:framePr w:w="4418" w:h="2111" w:hSpace="141" w:wrap="around" w:vAnchor="text" w:hAnchor="page" w:x="570" w:y="-138"/>
      <w:spacing w:before="60"/>
      <w:jc w:val="center"/>
      <w:rPr>
        <w:spacing w:val="56"/>
        <w:sz w:val="18"/>
      </w:rPr>
    </w:pPr>
    <w:r>
      <w:rPr>
        <w:spacing w:val="20"/>
        <w:sz w:val="18"/>
      </w:rPr>
      <w:t>PROKURATURA</w:t>
    </w:r>
    <w:r w:rsidR="00857BF3">
      <w:rPr>
        <w:spacing w:val="20"/>
        <w:sz w:val="18"/>
      </w:rPr>
      <w:t xml:space="preserve"> KRAJOWA</w:t>
    </w:r>
  </w:p>
  <w:p w14:paraId="1D201958" w14:textId="77777777" w:rsidR="00D14654" w:rsidRDefault="00027DFB">
    <w:pPr>
      <w:framePr w:w="4418" w:h="2111" w:hSpace="141" w:wrap="around" w:vAnchor="text" w:hAnchor="page" w:x="570" w:y="-138"/>
      <w:spacing w:before="60"/>
      <w:jc w:val="center"/>
      <w:rPr>
        <w:b/>
        <w:caps/>
        <w:spacing w:val="20"/>
        <w:sz w:val="16"/>
        <w:szCs w:val="16"/>
      </w:rPr>
    </w:pPr>
    <w:r>
      <w:rPr>
        <w:b/>
        <w:caps/>
        <w:spacing w:val="20"/>
        <w:sz w:val="16"/>
        <w:szCs w:val="16"/>
      </w:rPr>
      <w:t>biuro</w:t>
    </w:r>
  </w:p>
  <w:p w14:paraId="737908B3" w14:textId="77777777" w:rsidR="00D24862" w:rsidRPr="00F132A4" w:rsidRDefault="00027DFB">
    <w:pPr>
      <w:framePr w:w="4418" w:h="2111" w:hSpace="141" w:wrap="around" w:vAnchor="text" w:hAnchor="page" w:x="570" w:y="-138"/>
      <w:spacing w:before="60"/>
      <w:jc w:val="center"/>
      <w:rPr>
        <w:b/>
        <w:caps/>
        <w:spacing w:val="20"/>
        <w:sz w:val="16"/>
        <w:szCs w:val="16"/>
      </w:rPr>
    </w:pPr>
    <w:r>
      <w:rPr>
        <w:b/>
        <w:caps/>
        <w:spacing w:val="20"/>
        <w:sz w:val="16"/>
        <w:szCs w:val="16"/>
      </w:rPr>
      <w:t>informatyzacji i analiz</w:t>
    </w:r>
  </w:p>
  <w:p w14:paraId="054FC307" w14:textId="77777777" w:rsidR="00920F8B" w:rsidRPr="00920F8B" w:rsidRDefault="00920F8B" w:rsidP="00920F8B">
    <w:pPr>
      <w:framePr w:w="4418" w:h="2111" w:hSpace="141" w:wrap="around" w:vAnchor="text" w:hAnchor="page" w:x="570" w:y="-138"/>
      <w:spacing w:before="60"/>
      <w:jc w:val="center"/>
      <w:rPr>
        <w:sz w:val="16"/>
      </w:rPr>
    </w:pPr>
    <w:r w:rsidRPr="00920F8B">
      <w:rPr>
        <w:sz w:val="16"/>
      </w:rPr>
      <w:t>ul. Rakowiecka 26/30</w:t>
    </w:r>
  </w:p>
  <w:p w14:paraId="5FF98ABB" w14:textId="77777777" w:rsidR="00D24862" w:rsidRPr="00F132A4" w:rsidRDefault="001A3172" w:rsidP="00920F8B">
    <w:pPr>
      <w:framePr w:w="4418" w:h="2111" w:hSpace="141" w:wrap="around" w:vAnchor="text" w:hAnchor="page" w:x="570" w:y="-138"/>
      <w:spacing w:before="60"/>
      <w:jc w:val="center"/>
      <w:rPr>
        <w:sz w:val="16"/>
      </w:rPr>
    </w:pPr>
    <w:r>
      <w:rPr>
        <w:sz w:val="16"/>
      </w:rPr>
      <w:t>02-528 WARSZAWA</w:t>
    </w:r>
  </w:p>
  <w:p w14:paraId="034C01B4" w14:textId="77777777" w:rsidR="00D24862" w:rsidRDefault="00D24862" w:rsidP="00F132A4">
    <w:pPr>
      <w:framePr w:w="4418" w:h="2111" w:hSpace="141" w:wrap="around" w:vAnchor="text" w:hAnchor="page" w:x="570" w:y="-138"/>
      <w:spacing w:before="60"/>
      <w:rPr>
        <w:sz w:val="16"/>
      </w:rPr>
    </w:pPr>
  </w:p>
  <w:p w14:paraId="15E9FABC" w14:textId="77777777" w:rsidR="00D24862" w:rsidRDefault="00D24862">
    <w:pPr>
      <w:pStyle w:val="Nagwek"/>
      <w:tabs>
        <w:tab w:val="clear" w:pos="4703"/>
        <w:tab w:val="clear" w:pos="9406"/>
      </w:tabs>
      <w:ind w:right="-427" w:firstLine="4395"/>
      <w:jc w:val="right"/>
      <w:rPr>
        <w:rFonts w:ascii="Arial" w:hAnsi="Arial"/>
        <w:spacing w:val="20"/>
        <w:sz w:val="18"/>
      </w:rPr>
    </w:pPr>
  </w:p>
  <w:p w14:paraId="4C44B572" w14:textId="77777777" w:rsidR="00D24862" w:rsidRDefault="00D24862">
    <w:pPr>
      <w:pStyle w:val="Nagwek"/>
      <w:tabs>
        <w:tab w:val="clear" w:pos="4703"/>
        <w:tab w:val="clear" w:pos="9406"/>
      </w:tabs>
      <w:ind w:right="-427" w:firstLine="4395"/>
      <w:jc w:val="right"/>
      <w:rPr>
        <w:rFonts w:ascii="Arial" w:hAnsi="Arial"/>
        <w:spacing w:val="20"/>
        <w:sz w:val="18"/>
      </w:rPr>
    </w:pPr>
  </w:p>
  <w:p w14:paraId="02F1BB46" w14:textId="77777777" w:rsidR="00D24862" w:rsidRDefault="00D24862">
    <w:pPr>
      <w:pStyle w:val="Nagwek"/>
      <w:tabs>
        <w:tab w:val="clear" w:pos="4703"/>
        <w:tab w:val="clear" w:pos="9406"/>
      </w:tabs>
      <w:ind w:right="-427" w:firstLine="4395"/>
      <w:jc w:val="right"/>
      <w:rPr>
        <w:rFonts w:ascii="Arial" w:hAnsi="Arial"/>
        <w:spacing w:val="20"/>
        <w:sz w:val="18"/>
      </w:rPr>
    </w:pPr>
  </w:p>
  <w:p w14:paraId="0EAA0C47" w14:textId="32524F1B" w:rsidR="00D24862" w:rsidRPr="00F132A4" w:rsidRDefault="00610114" w:rsidP="00610114">
    <w:pPr>
      <w:pStyle w:val="Nagwek"/>
      <w:tabs>
        <w:tab w:val="clear" w:pos="4703"/>
        <w:tab w:val="clear" w:pos="9406"/>
      </w:tabs>
      <w:ind w:right="-1"/>
      <w:rPr>
        <w:spacing w:val="20"/>
        <w:sz w:val="18"/>
      </w:rPr>
    </w:pPr>
    <w:r>
      <w:rPr>
        <w:spacing w:val="20"/>
        <w:sz w:val="18"/>
      </w:rPr>
      <w:t xml:space="preserve">                             </w:t>
    </w:r>
    <w:r w:rsidR="00D24862" w:rsidRPr="00F132A4">
      <w:rPr>
        <w:spacing w:val="20"/>
        <w:sz w:val="18"/>
      </w:rPr>
      <w:t>Warszawa, dnia</w:t>
    </w:r>
    <w:r w:rsidR="00D24862" w:rsidRPr="00F132A4">
      <w:rPr>
        <w:spacing w:val="20"/>
        <w:sz w:val="18"/>
      </w:rPr>
      <w:tab/>
    </w:r>
    <w:r w:rsidR="00D24862" w:rsidRPr="00F132A4">
      <w:rPr>
        <w:spacing w:val="20"/>
        <w:sz w:val="18"/>
      </w:rPr>
      <w:tab/>
    </w:r>
    <w:r w:rsidR="00D24862" w:rsidRPr="00F132A4">
      <w:rPr>
        <w:spacing w:val="20"/>
        <w:sz w:val="18"/>
      </w:rPr>
      <w:fldChar w:fldCharType="begin"/>
    </w:r>
    <w:r w:rsidR="00D24862" w:rsidRPr="00F132A4">
      <w:rPr>
        <w:spacing w:val="20"/>
        <w:sz w:val="18"/>
      </w:rPr>
      <w:instrText xml:space="preserve"> TIME  \@ "yyyy" </w:instrText>
    </w:r>
    <w:r w:rsidR="00D24862" w:rsidRPr="00F132A4">
      <w:rPr>
        <w:spacing w:val="20"/>
        <w:sz w:val="18"/>
      </w:rPr>
      <w:fldChar w:fldCharType="separate"/>
    </w:r>
    <w:r w:rsidR="009E1058">
      <w:rPr>
        <w:noProof/>
        <w:spacing w:val="20"/>
        <w:sz w:val="18"/>
      </w:rPr>
      <w:t>2025</w:t>
    </w:r>
    <w:r w:rsidR="00D24862" w:rsidRPr="00F132A4">
      <w:rPr>
        <w:spacing w:val="20"/>
        <w:sz w:val="18"/>
      </w:rPr>
      <w:fldChar w:fldCharType="end"/>
    </w:r>
    <w:r w:rsidR="00B12F64" w:rsidRPr="00F132A4">
      <w:rPr>
        <w:spacing w:val="20"/>
        <w:sz w:val="18"/>
      </w:rPr>
      <w:t xml:space="preserve"> </w:t>
    </w:r>
    <w:r w:rsidR="00D24862" w:rsidRPr="00F132A4">
      <w:rPr>
        <w:spacing w:val="20"/>
        <w:sz w:val="18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41DA"/>
    <w:multiLevelType w:val="hybridMultilevel"/>
    <w:tmpl w:val="36C47ABE"/>
    <w:lvl w:ilvl="0" w:tplc="322625C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323DF5"/>
    <w:multiLevelType w:val="hybridMultilevel"/>
    <w:tmpl w:val="63D42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D299E"/>
    <w:multiLevelType w:val="hybridMultilevel"/>
    <w:tmpl w:val="9C529996"/>
    <w:lvl w:ilvl="0" w:tplc="0415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9121C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02EF5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50417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94023"/>
    <w:multiLevelType w:val="hybridMultilevel"/>
    <w:tmpl w:val="6FFA600C"/>
    <w:lvl w:ilvl="0" w:tplc="383242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7" w15:restartNumberingAfterBreak="0">
    <w:nsid w:val="5B28497B"/>
    <w:multiLevelType w:val="multilevel"/>
    <w:tmpl w:val="71345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" w15:restartNumberingAfterBreak="0">
    <w:nsid w:val="610A024A"/>
    <w:multiLevelType w:val="hybridMultilevel"/>
    <w:tmpl w:val="21064968"/>
    <w:lvl w:ilvl="0" w:tplc="0415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1C7A63"/>
    <w:multiLevelType w:val="hybridMultilevel"/>
    <w:tmpl w:val="1B7CBE90"/>
    <w:lvl w:ilvl="0" w:tplc="383242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0" w15:restartNumberingAfterBreak="0">
    <w:nsid w:val="66BC1693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C2D71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902C8"/>
    <w:multiLevelType w:val="hybridMultilevel"/>
    <w:tmpl w:val="D2FA3DF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BA3DDA"/>
    <w:multiLevelType w:val="hybridMultilevel"/>
    <w:tmpl w:val="24683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07E6E"/>
    <w:multiLevelType w:val="hybridMultilevel"/>
    <w:tmpl w:val="B136DF62"/>
    <w:lvl w:ilvl="0" w:tplc="67F209A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769468">
    <w:abstractNumId w:val="6"/>
  </w:num>
  <w:num w:numId="2" w16cid:durableId="1462000255">
    <w:abstractNumId w:val="9"/>
  </w:num>
  <w:num w:numId="3" w16cid:durableId="1788310074">
    <w:abstractNumId w:val="0"/>
  </w:num>
  <w:num w:numId="4" w16cid:durableId="880559984">
    <w:abstractNumId w:val="12"/>
  </w:num>
  <w:num w:numId="5" w16cid:durableId="515190860">
    <w:abstractNumId w:val="3"/>
  </w:num>
  <w:num w:numId="6" w16cid:durableId="1458445900">
    <w:abstractNumId w:val="10"/>
  </w:num>
  <w:num w:numId="7" w16cid:durableId="426929108">
    <w:abstractNumId w:val="11"/>
  </w:num>
  <w:num w:numId="8" w16cid:durableId="1112165227">
    <w:abstractNumId w:val="4"/>
  </w:num>
  <w:num w:numId="9" w16cid:durableId="284315005">
    <w:abstractNumId w:val="5"/>
  </w:num>
  <w:num w:numId="10" w16cid:durableId="152259666">
    <w:abstractNumId w:val="2"/>
  </w:num>
  <w:num w:numId="11" w16cid:durableId="1597711755">
    <w:abstractNumId w:val="8"/>
  </w:num>
  <w:num w:numId="12" w16cid:durableId="476147770">
    <w:abstractNumId w:val="1"/>
  </w:num>
  <w:num w:numId="13" w16cid:durableId="2019388169">
    <w:abstractNumId w:val="7"/>
  </w:num>
  <w:num w:numId="14" w16cid:durableId="248734784">
    <w:abstractNumId w:val="13"/>
  </w:num>
  <w:num w:numId="15" w16cid:durableId="6921922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2A"/>
    <w:rsid w:val="000000F4"/>
    <w:rsid w:val="00026233"/>
    <w:rsid w:val="00027A2A"/>
    <w:rsid w:val="00027DFB"/>
    <w:rsid w:val="000354BD"/>
    <w:rsid w:val="000573BC"/>
    <w:rsid w:val="00060175"/>
    <w:rsid w:val="0007495E"/>
    <w:rsid w:val="000B7CB0"/>
    <w:rsid w:val="000D1321"/>
    <w:rsid w:val="000D2321"/>
    <w:rsid w:val="000D7FFC"/>
    <w:rsid w:val="000E1D32"/>
    <w:rsid w:val="00103C81"/>
    <w:rsid w:val="00121FF7"/>
    <w:rsid w:val="00137EA4"/>
    <w:rsid w:val="00140149"/>
    <w:rsid w:val="00162B7E"/>
    <w:rsid w:val="001673CB"/>
    <w:rsid w:val="00183722"/>
    <w:rsid w:val="001852B5"/>
    <w:rsid w:val="0018706A"/>
    <w:rsid w:val="00192218"/>
    <w:rsid w:val="00194780"/>
    <w:rsid w:val="001A3172"/>
    <w:rsid w:val="001A3D62"/>
    <w:rsid w:val="001A458C"/>
    <w:rsid w:val="001B277E"/>
    <w:rsid w:val="001C2C26"/>
    <w:rsid w:val="001E5316"/>
    <w:rsid w:val="001F375F"/>
    <w:rsid w:val="002056C9"/>
    <w:rsid w:val="002258E7"/>
    <w:rsid w:val="00231073"/>
    <w:rsid w:val="00231581"/>
    <w:rsid w:val="00233B13"/>
    <w:rsid w:val="00235263"/>
    <w:rsid w:val="00246EF8"/>
    <w:rsid w:val="002539D9"/>
    <w:rsid w:val="00263EC3"/>
    <w:rsid w:val="00264C17"/>
    <w:rsid w:val="00280DDA"/>
    <w:rsid w:val="00287152"/>
    <w:rsid w:val="002B1E00"/>
    <w:rsid w:val="002C089D"/>
    <w:rsid w:val="002C2760"/>
    <w:rsid w:val="002E20F2"/>
    <w:rsid w:val="002F2ADD"/>
    <w:rsid w:val="00305091"/>
    <w:rsid w:val="0031092E"/>
    <w:rsid w:val="00320E7E"/>
    <w:rsid w:val="00334D39"/>
    <w:rsid w:val="00340BFB"/>
    <w:rsid w:val="003446B0"/>
    <w:rsid w:val="00366152"/>
    <w:rsid w:val="0037158D"/>
    <w:rsid w:val="003A1EB2"/>
    <w:rsid w:val="003B2153"/>
    <w:rsid w:val="003B360B"/>
    <w:rsid w:val="003F2262"/>
    <w:rsid w:val="003F40A9"/>
    <w:rsid w:val="00413D30"/>
    <w:rsid w:val="00423C56"/>
    <w:rsid w:val="00426BD5"/>
    <w:rsid w:val="00443C47"/>
    <w:rsid w:val="00444600"/>
    <w:rsid w:val="00463B3D"/>
    <w:rsid w:val="004A72AE"/>
    <w:rsid w:val="004B3901"/>
    <w:rsid w:val="004B5A48"/>
    <w:rsid w:val="004E6E49"/>
    <w:rsid w:val="004E7884"/>
    <w:rsid w:val="00512520"/>
    <w:rsid w:val="00526FD0"/>
    <w:rsid w:val="00540E38"/>
    <w:rsid w:val="00541C08"/>
    <w:rsid w:val="0054509D"/>
    <w:rsid w:val="00547515"/>
    <w:rsid w:val="00551291"/>
    <w:rsid w:val="00555237"/>
    <w:rsid w:val="00562FB1"/>
    <w:rsid w:val="005807CE"/>
    <w:rsid w:val="00582F0A"/>
    <w:rsid w:val="0058377C"/>
    <w:rsid w:val="0059228C"/>
    <w:rsid w:val="005957C4"/>
    <w:rsid w:val="005A0F63"/>
    <w:rsid w:val="005A446D"/>
    <w:rsid w:val="005D1D7F"/>
    <w:rsid w:val="005D2FC1"/>
    <w:rsid w:val="005E1DCA"/>
    <w:rsid w:val="005E3B35"/>
    <w:rsid w:val="00603E7E"/>
    <w:rsid w:val="00605B07"/>
    <w:rsid w:val="00610114"/>
    <w:rsid w:val="00614AA2"/>
    <w:rsid w:val="00636C27"/>
    <w:rsid w:val="00646F40"/>
    <w:rsid w:val="00650514"/>
    <w:rsid w:val="00673104"/>
    <w:rsid w:val="006859C5"/>
    <w:rsid w:val="0068766E"/>
    <w:rsid w:val="00687676"/>
    <w:rsid w:val="006C53AD"/>
    <w:rsid w:val="006E1D26"/>
    <w:rsid w:val="006E7024"/>
    <w:rsid w:val="006E7664"/>
    <w:rsid w:val="00715008"/>
    <w:rsid w:val="007506B4"/>
    <w:rsid w:val="0075577D"/>
    <w:rsid w:val="00766D65"/>
    <w:rsid w:val="00780A9A"/>
    <w:rsid w:val="007A160A"/>
    <w:rsid w:val="007A219A"/>
    <w:rsid w:val="007A382A"/>
    <w:rsid w:val="007C0443"/>
    <w:rsid w:val="007D3027"/>
    <w:rsid w:val="007D4C94"/>
    <w:rsid w:val="007D5D52"/>
    <w:rsid w:val="007D6C75"/>
    <w:rsid w:val="007E0D52"/>
    <w:rsid w:val="00801A26"/>
    <w:rsid w:val="00803800"/>
    <w:rsid w:val="008442A7"/>
    <w:rsid w:val="00844D93"/>
    <w:rsid w:val="008544E1"/>
    <w:rsid w:val="00857BF3"/>
    <w:rsid w:val="00862579"/>
    <w:rsid w:val="0086323F"/>
    <w:rsid w:val="00875ECE"/>
    <w:rsid w:val="008B195E"/>
    <w:rsid w:val="008B37AC"/>
    <w:rsid w:val="008B69BE"/>
    <w:rsid w:val="008D118D"/>
    <w:rsid w:val="008F021A"/>
    <w:rsid w:val="00911DF0"/>
    <w:rsid w:val="0091547E"/>
    <w:rsid w:val="00920F8B"/>
    <w:rsid w:val="00935465"/>
    <w:rsid w:val="00937F31"/>
    <w:rsid w:val="00941AC2"/>
    <w:rsid w:val="00957234"/>
    <w:rsid w:val="0096688B"/>
    <w:rsid w:val="00966C19"/>
    <w:rsid w:val="00975538"/>
    <w:rsid w:val="009765A3"/>
    <w:rsid w:val="009A4D3B"/>
    <w:rsid w:val="009A4E1F"/>
    <w:rsid w:val="009B1575"/>
    <w:rsid w:val="009C3696"/>
    <w:rsid w:val="009C546A"/>
    <w:rsid w:val="009E1058"/>
    <w:rsid w:val="009F5BD4"/>
    <w:rsid w:val="00A159E9"/>
    <w:rsid w:val="00A17C4C"/>
    <w:rsid w:val="00A415D5"/>
    <w:rsid w:val="00A622CB"/>
    <w:rsid w:val="00A869A6"/>
    <w:rsid w:val="00A914D2"/>
    <w:rsid w:val="00A947E4"/>
    <w:rsid w:val="00AA6C6F"/>
    <w:rsid w:val="00AA6F00"/>
    <w:rsid w:val="00AB2DCC"/>
    <w:rsid w:val="00AB3EF2"/>
    <w:rsid w:val="00AC2A71"/>
    <w:rsid w:val="00AC729B"/>
    <w:rsid w:val="00AF0197"/>
    <w:rsid w:val="00AF04FE"/>
    <w:rsid w:val="00B12F64"/>
    <w:rsid w:val="00B27601"/>
    <w:rsid w:val="00B41FB5"/>
    <w:rsid w:val="00B43BAC"/>
    <w:rsid w:val="00B46764"/>
    <w:rsid w:val="00B514A9"/>
    <w:rsid w:val="00B51DCE"/>
    <w:rsid w:val="00B630BC"/>
    <w:rsid w:val="00B83F96"/>
    <w:rsid w:val="00B86182"/>
    <w:rsid w:val="00B86230"/>
    <w:rsid w:val="00B92046"/>
    <w:rsid w:val="00BA25B4"/>
    <w:rsid w:val="00BA7516"/>
    <w:rsid w:val="00BB22FB"/>
    <w:rsid w:val="00BB4630"/>
    <w:rsid w:val="00BC375F"/>
    <w:rsid w:val="00BC4945"/>
    <w:rsid w:val="00BD009B"/>
    <w:rsid w:val="00BF342D"/>
    <w:rsid w:val="00C24AB1"/>
    <w:rsid w:val="00C25510"/>
    <w:rsid w:val="00C3140E"/>
    <w:rsid w:val="00C4590C"/>
    <w:rsid w:val="00C45E56"/>
    <w:rsid w:val="00C55986"/>
    <w:rsid w:val="00C578A4"/>
    <w:rsid w:val="00C64A3F"/>
    <w:rsid w:val="00C667C1"/>
    <w:rsid w:val="00C80D95"/>
    <w:rsid w:val="00C97FC5"/>
    <w:rsid w:val="00CA63A2"/>
    <w:rsid w:val="00CB085D"/>
    <w:rsid w:val="00CD00D1"/>
    <w:rsid w:val="00CE0B09"/>
    <w:rsid w:val="00CE4136"/>
    <w:rsid w:val="00CE64BD"/>
    <w:rsid w:val="00CF4175"/>
    <w:rsid w:val="00D07F18"/>
    <w:rsid w:val="00D14654"/>
    <w:rsid w:val="00D24862"/>
    <w:rsid w:val="00D51C67"/>
    <w:rsid w:val="00D53AC2"/>
    <w:rsid w:val="00D60A75"/>
    <w:rsid w:val="00D63418"/>
    <w:rsid w:val="00DB3DFA"/>
    <w:rsid w:val="00DB57F4"/>
    <w:rsid w:val="00DC5B5F"/>
    <w:rsid w:val="00DE53A8"/>
    <w:rsid w:val="00E06675"/>
    <w:rsid w:val="00E129CE"/>
    <w:rsid w:val="00E2465C"/>
    <w:rsid w:val="00E26E78"/>
    <w:rsid w:val="00E518D5"/>
    <w:rsid w:val="00E52174"/>
    <w:rsid w:val="00E61680"/>
    <w:rsid w:val="00E65347"/>
    <w:rsid w:val="00E656B2"/>
    <w:rsid w:val="00E67F66"/>
    <w:rsid w:val="00E74249"/>
    <w:rsid w:val="00E94B41"/>
    <w:rsid w:val="00E95E53"/>
    <w:rsid w:val="00EB79D5"/>
    <w:rsid w:val="00ED1AD2"/>
    <w:rsid w:val="00EE2A84"/>
    <w:rsid w:val="00EE7D84"/>
    <w:rsid w:val="00F057BA"/>
    <w:rsid w:val="00F10557"/>
    <w:rsid w:val="00F12D06"/>
    <w:rsid w:val="00F131B9"/>
    <w:rsid w:val="00F132A4"/>
    <w:rsid w:val="00F314A4"/>
    <w:rsid w:val="00F36139"/>
    <w:rsid w:val="00F503F1"/>
    <w:rsid w:val="00F609BA"/>
    <w:rsid w:val="00F6360C"/>
    <w:rsid w:val="00F948E6"/>
    <w:rsid w:val="00FA3176"/>
    <w:rsid w:val="00FC4D2F"/>
    <w:rsid w:val="00FC5A11"/>
    <w:rsid w:val="00FC794C"/>
    <w:rsid w:val="00FF03F6"/>
    <w:rsid w:val="00FF46CF"/>
    <w:rsid w:val="00FF65DA"/>
    <w:rsid w:val="00FF7694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1D0AD9C"/>
  <w15:docId w15:val="{9A7A1D29-5512-4B38-AF5B-3A613E514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2F0A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82F0A"/>
    <w:pPr>
      <w:tabs>
        <w:tab w:val="center" w:pos="4703"/>
        <w:tab w:val="right" w:pos="9406"/>
      </w:tabs>
    </w:pPr>
  </w:style>
  <w:style w:type="character" w:styleId="Numerstrony">
    <w:name w:val="page number"/>
    <w:basedOn w:val="Domylnaczcionkaakapitu"/>
    <w:rsid w:val="00582F0A"/>
  </w:style>
  <w:style w:type="paragraph" w:styleId="Stopka">
    <w:name w:val="footer"/>
    <w:basedOn w:val="Normalny"/>
    <w:link w:val="StopkaZnak"/>
    <w:uiPriority w:val="99"/>
    <w:rsid w:val="001C2C2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506B4"/>
    <w:rPr>
      <w:rFonts w:ascii="Tahoma" w:hAnsi="Tahoma" w:cs="Tahoma"/>
      <w:sz w:val="16"/>
      <w:szCs w:val="16"/>
    </w:rPr>
  </w:style>
  <w:style w:type="character" w:customStyle="1" w:styleId="Teksttreci6">
    <w:name w:val="Tekst treści (6)_"/>
    <w:basedOn w:val="Domylnaczcionkaakapitu"/>
    <w:link w:val="Teksttreci60"/>
    <w:rsid w:val="00610114"/>
    <w:rPr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610114"/>
    <w:pPr>
      <w:shd w:val="clear" w:color="auto" w:fill="FFFFFF"/>
      <w:spacing w:before="1080" w:after="780" w:line="439" w:lineRule="exact"/>
      <w:ind w:firstLine="560"/>
      <w:jc w:val="both"/>
    </w:pPr>
    <w:rPr>
      <w:sz w:val="23"/>
      <w:szCs w:val="23"/>
    </w:rPr>
  </w:style>
  <w:style w:type="character" w:styleId="Hipercze">
    <w:name w:val="Hyperlink"/>
    <w:basedOn w:val="Domylnaczcionkaakapitu"/>
    <w:unhideWhenUsed/>
    <w:rsid w:val="00610114"/>
    <w:rPr>
      <w:color w:val="0563C1" w:themeColor="hyperlink"/>
      <w:u w:val="single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911DF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"/>
    <w:basedOn w:val="Domylnaczcionkaakapitu"/>
    <w:link w:val="Akapitzlist"/>
    <w:uiPriority w:val="34"/>
    <w:rsid w:val="00911DF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F226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27">
    <w:name w:val="Font Style27"/>
    <w:rsid w:val="003F2262"/>
    <w:rPr>
      <w:rFonts w:ascii="Times New Roman" w:hAnsi="Times New Roman"/>
      <w:sz w:val="20"/>
    </w:rPr>
  </w:style>
  <w:style w:type="character" w:styleId="Numerwiersza">
    <w:name w:val="line number"/>
    <w:basedOn w:val="Domylnaczcionkaakapitu"/>
    <w:semiHidden/>
    <w:unhideWhenUsed/>
    <w:rsid w:val="00F609BA"/>
  </w:style>
  <w:style w:type="table" w:styleId="Tabela-Siatka">
    <w:name w:val="Table Grid"/>
    <w:aliases w:val="Tabla Microsoft Servicios"/>
    <w:basedOn w:val="Standardowy"/>
    <w:uiPriority w:val="39"/>
    <w:qFormat/>
    <w:rsid w:val="00F609B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1">
    <w:name w:val="Siatka tabeli1"/>
    <w:basedOn w:val="Standardowy"/>
    <w:next w:val="Tabela-Siatka"/>
    <w:uiPriority w:val="39"/>
    <w:rsid w:val="00F609B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1F375F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1F375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0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jkowska\Desktop\departament_organizacji_pracy_wizytacji_i_systemow_informatyzacj_pismo_zewnetrzn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B6189-B5C3-4167-94EE-9D097A138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departament_organizacji_pracy_wizytacji_i_systemow_informatyzacj_pismo_zewnetrzne</Template>
  <TotalTime>14</TotalTime>
  <Pages>3</Pages>
  <Words>271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PG I A 011/7/10</vt:lpstr>
    </vt:vector>
  </TitlesOfParts>
  <Company>Ministerstwo Sprawiedliwości RP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 I A 011/7/10</dc:title>
  <dc:creator>Luba Anna (PR)</dc:creator>
  <cp:lastModifiedBy>Kaim Błażej (Prokuratura Krajowa)</cp:lastModifiedBy>
  <cp:revision>4</cp:revision>
  <cp:lastPrinted>2018-10-16T12:19:00Z</cp:lastPrinted>
  <dcterms:created xsi:type="dcterms:W3CDTF">2025-11-18T10:15:00Z</dcterms:created>
  <dcterms:modified xsi:type="dcterms:W3CDTF">2025-11-27T12:04:00Z</dcterms:modified>
</cp:coreProperties>
</file>